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0221C9" w14:textId="77777777" w:rsidR="0063074D" w:rsidRPr="00B169DF" w:rsidRDefault="00997F14" w:rsidP="0063074D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63074D" w:rsidRPr="00FE0F41">
        <w:rPr>
          <w:rFonts w:ascii="Corbel" w:hAnsi="Corbel"/>
          <w:bCs/>
          <w:i/>
        </w:rPr>
        <w:t>Załącznik nr 1.5 do Zarządzenia Rektora UR nr 61/2025</w:t>
      </w:r>
    </w:p>
    <w:p w14:paraId="41D703B8" w14:textId="77777777" w:rsidR="0063074D" w:rsidRPr="00B169DF" w:rsidRDefault="0063074D" w:rsidP="0063074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70B692AA" w14:textId="77777777" w:rsidR="0063074D" w:rsidRPr="00B169DF" w:rsidRDefault="0063074D" w:rsidP="0063074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2025 - 2028</w:t>
      </w:r>
      <w:r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7258862" w14:textId="77777777" w:rsidR="0063074D" w:rsidRPr="00B169DF" w:rsidRDefault="0063074D" w:rsidP="0063074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65EDDE8F" w14:textId="77777777" w:rsidR="0063074D" w:rsidRPr="00B169DF" w:rsidRDefault="0063074D" w:rsidP="0063074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  </w:t>
      </w:r>
      <w:r>
        <w:rPr>
          <w:rFonts w:ascii="Corbel" w:hAnsi="Corbel"/>
          <w:sz w:val="20"/>
          <w:szCs w:val="20"/>
        </w:rPr>
        <w:t>2026/2027</w:t>
      </w:r>
    </w:p>
    <w:p w14:paraId="1E298846" w14:textId="717FEE4F" w:rsidR="0085747A" w:rsidRPr="00B169DF" w:rsidRDefault="0085747A" w:rsidP="0063074D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A5DA831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217E617F" w14:textId="77777777" w:rsidTr="0063074D">
        <w:tc>
          <w:tcPr>
            <w:tcW w:w="2694" w:type="dxa"/>
            <w:vAlign w:val="center"/>
          </w:tcPr>
          <w:p w14:paraId="360A3392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6944BA" w14:textId="467B8C87" w:rsidR="0085747A" w:rsidRPr="00B169DF" w:rsidRDefault="006D60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Podstawy </w:t>
            </w:r>
            <w:r w:rsidR="004677AF">
              <w:rPr>
                <w:rFonts w:ascii="Corbel" w:hAnsi="Corbel"/>
                <w:b w:val="0"/>
                <w:sz w:val="24"/>
                <w:szCs w:val="24"/>
              </w:rPr>
              <w:t>przedsiębiorczości</w:t>
            </w:r>
          </w:p>
        </w:tc>
      </w:tr>
      <w:tr w:rsidR="0085747A" w:rsidRPr="00B169DF" w14:paraId="50449669" w14:textId="77777777" w:rsidTr="0063074D">
        <w:tc>
          <w:tcPr>
            <w:tcW w:w="2694" w:type="dxa"/>
            <w:vAlign w:val="center"/>
          </w:tcPr>
          <w:p w14:paraId="086F1B62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7A34B4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3074D" w:rsidRPr="00B169DF" w14:paraId="3BBAAF04" w14:textId="77777777" w:rsidTr="0063074D">
        <w:tc>
          <w:tcPr>
            <w:tcW w:w="2694" w:type="dxa"/>
            <w:vAlign w:val="center"/>
          </w:tcPr>
          <w:p w14:paraId="724B1CBF" w14:textId="77777777" w:rsidR="0063074D" w:rsidRPr="00B169DF" w:rsidRDefault="0063074D" w:rsidP="0063074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69ACD16" w14:textId="26FEDA68" w:rsidR="0063074D" w:rsidRPr="00B169DF" w:rsidRDefault="0063074D" w:rsidP="0063074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Pedagogiki i Filozofii </w:t>
            </w:r>
          </w:p>
        </w:tc>
      </w:tr>
      <w:tr w:rsidR="0063074D" w:rsidRPr="00B169DF" w14:paraId="7ADB698E" w14:textId="77777777" w:rsidTr="0063074D">
        <w:tc>
          <w:tcPr>
            <w:tcW w:w="2694" w:type="dxa"/>
            <w:vAlign w:val="center"/>
          </w:tcPr>
          <w:p w14:paraId="03D9071F" w14:textId="77777777" w:rsidR="0063074D" w:rsidRPr="00B169DF" w:rsidRDefault="0063074D" w:rsidP="006307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F2DB7F" w14:textId="13D3B26B" w:rsidR="0063074D" w:rsidRPr="00B169DF" w:rsidRDefault="0063074D" w:rsidP="0063074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85747A" w:rsidRPr="00B169DF" w14:paraId="3C479C48" w14:textId="77777777" w:rsidTr="0063074D">
        <w:tc>
          <w:tcPr>
            <w:tcW w:w="2694" w:type="dxa"/>
            <w:vAlign w:val="center"/>
          </w:tcPr>
          <w:p w14:paraId="4E6D654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5D3E010" w14:textId="703CCEF8" w:rsidR="0085747A" w:rsidRPr="00B169DF" w:rsidRDefault="006D60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międzykulturowa</w:t>
            </w:r>
          </w:p>
        </w:tc>
      </w:tr>
      <w:tr w:rsidR="0085747A" w:rsidRPr="00B169DF" w14:paraId="4E88B8BD" w14:textId="77777777" w:rsidTr="0063074D">
        <w:tc>
          <w:tcPr>
            <w:tcW w:w="2694" w:type="dxa"/>
            <w:vAlign w:val="center"/>
          </w:tcPr>
          <w:p w14:paraId="22434129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2794EB" w14:textId="6E6173A2" w:rsidR="0085747A" w:rsidRPr="00B169DF" w:rsidRDefault="001B436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</w:t>
            </w:r>
            <w:r w:rsidR="006D604E">
              <w:rPr>
                <w:rFonts w:ascii="Corbel" w:hAnsi="Corbel"/>
                <w:b w:val="0"/>
                <w:sz w:val="24"/>
                <w:szCs w:val="24"/>
              </w:rPr>
              <w:t>pnia</w:t>
            </w:r>
          </w:p>
        </w:tc>
      </w:tr>
      <w:tr w:rsidR="0085747A" w:rsidRPr="00B169DF" w14:paraId="23A688AE" w14:textId="77777777" w:rsidTr="0063074D">
        <w:tc>
          <w:tcPr>
            <w:tcW w:w="2694" w:type="dxa"/>
            <w:vAlign w:val="center"/>
          </w:tcPr>
          <w:p w14:paraId="6E23FB6E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571A3D1" w14:textId="33312CD9" w:rsidR="0085747A" w:rsidRPr="00B169DF" w:rsidRDefault="001B436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</w:t>
            </w:r>
            <w:r w:rsidR="006D604E">
              <w:rPr>
                <w:rFonts w:ascii="Corbel" w:hAnsi="Corbel"/>
                <w:b w:val="0"/>
                <w:sz w:val="24"/>
                <w:szCs w:val="24"/>
              </w:rPr>
              <w:t>akademicki</w:t>
            </w:r>
          </w:p>
        </w:tc>
      </w:tr>
      <w:tr w:rsidR="0085747A" w:rsidRPr="00B169DF" w14:paraId="103F39EC" w14:textId="77777777" w:rsidTr="0063074D">
        <w:tc>
          <w:tcPr>
            <w:tcW w:w="2694" w:type="dxa"/>
            <w:vAlign w:val="center"/>
          </w:tcPr>
          <w:p w14:paraId="46D64983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CEF950" w14:textId="3943E8BE" w:rsidR="0085747A" w:rsidRPr="00B169DF" w:rsidRDefault="006D60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668FFE72" w14:textId="77777777" w:rsidTr="0063074D">
        <w:tc>
          <w:tcPr>
            <w:tcW w:w="2694" w:type="dxa"/>
            <w:vAlign w:val="center"/>
          </w:tcPr>
          <w:p w14:paraId="649DCDA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4E66A7D" w14:textId="7CECAFC4" w:rsidR="0085747A" w:rsidRPr="00B169DF" w:rsidRDefault="006D60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II/III semestr</w:t>
            </w:r>
          </w:p>
        </w:tc>
      </w:tr>
      <w:tr w:rsidR="0085747A" w:rsidRPr="00B169DF" w14:paraId="4F3BFCBC" w14:textId="77777777" w:rsidTr="0063074D">
        <w:tc>
          <w:tcPr>
            <w:tcW w:w="2694" w:type="dxa"/>
            <w:vAlign w:val="center"/>
          </w:tcPr>
          <w:p w14:paraId="3D214EB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1D62451" w14:textId="5342398C" w:rsidR="0085747A" w:rsidRPr="00B169DF" w:rsidRDefault="006D60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kierunkowy do wyboru</w:t>
            </w:r>
          </w:p>
        </w:tc>
      </w:tr>
      <w:tr w:rsidR="00923D7D" w:rsidRPr="00B169DF" w14:paraId="3334DA5F" w14:textId="77777777" w:rsidTr="0063074D">
        <w:tc>
          <w:tcPr>
            <w:tcW w:w="2694" w:type="dxa"/>
            <w:vAlign w:val="center"/>
          </w:tcPr>
          <w:p w14:paraId="4B5B92CF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31BF93A" w14:textId="7E6F7D77" w:rsidR="00923D7D" w:rsidRPr="00B169DF" w:rsidRDefault="006D60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22D64D91" w14:textId="77777777" w:rsidTr="0063074D">
        <w:tc>
          <w:tcPr>
            <w:tcW w:w="2694" w:type="dxa"/>
            <w:vAlign w:val="center"/>
          </w:tcPr>
          <w:p w14:paraId="0DAA401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6A4498" w14:textId="5877A46D" w:rsidR="0085747A" w:rsidRPr="00B169DF" w:rsidRDefault="006D60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Anna Molter</w:t>
            </w:r>
          </w:p>
        </w:tc>
      </w:tr>
      <w:tr w:rsidR="0085747A" w:rsidRPr="00B169DF" w14:paraId="7C5E489D" w14:textId="77777777" w:rsidTr="0063074D">
        <w:tc>
          <w:tcPr>
            <w:tcW w:w="2694" w:type="dxa"/>
            <w:vAlign w:val="center"/>
          </w:tcPr>
          <w:p w14:paraId="126A7F0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990B96" w14:textId="52CF9384" w:rsidR="0085747A" w:rsidRPr="00B169DF" w:rsidRDefault="006D60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Anna Molter</w:t>
            </w:r>
          </w:p>
        </w:tc>
      </w:tr>
    </w:tbl>
    <w:p w14:paraId="4814A80B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5B7F955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8905723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6BA637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690C43A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4774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41F0BCD4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8E94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A47F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6F21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3559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87DB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CB8B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246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BD6F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3666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689D69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3289" w14:textId="298B02EA" w:rsidR="00015B8F" w:rsidRPr="00B169DF" w:rsidRDefault="006D6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E6A5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26AC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6AF0E" w14:textId="54FB8ED1" w:rsidR="00015B8F" w:rsidRPr="00B169DF" w:rsidRDefault="006D6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X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7B5D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7590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5A6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DD4A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3612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3239A" w14:textId="51A2D086" w:rsidR="00015B8F" w:rsidRPr="00B169DF" w:rsidRDefault="006D6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B169DF" w14:paraId="4E433E8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B0EB2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F64FB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1D25D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035A5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6B816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0DFD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8D9C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7A5D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247B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698DD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4C2001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189ECF6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54703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19618F1A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  <w:r w:rsidRPr="001B4367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EBB96DC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D975B8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9F0936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A3114D1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F8523F" w14:textId="2E6DF17B" w:rsidR="00E960BB" w:rsidRPr="00B169DF" w:rsidRDefault="006D604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na ocenę</w:t>
      </w:r>
    </w:p>
    <w:p w14:paraId="681C52E7" w14:textId="77777777" w:rsidR="00C61804" w:rsidRDefault="00C61804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4C780DD5" w14:textId="00917AB0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2982094" w14:textId="77777777" w:rsidTr="00745302">
        <w:tc>
          <w:tcPr>
            <w:tcW w:w="9670" w:type="dxa"/>
          </w:tcPr>
          <w:p w14:paraId="7EE216F8" w14:textId="7B454B6C" w:rsidR="0085747A" w:rsidRPr="00B169DF" w:rsidRDefault="006D604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Zaliczony I rok studiów</w:t>
            </w:r>
          </w:p>
        </w:tc>
      </w:tr>
    </w:tbl>
    <w:p w14:paraId="6126AA9A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6BB1CF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7591203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8D21BD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50542800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FC2C36" w:rsidRPr="00B169DF" w14:paraId="682E59E7" w14:textId="77777777" w:rsidTr="00F83C16">
        <w:tc>
          <w:tcPr>
            <w:tcW w:w="843" w:type="dxa"/>
            <w:vAlign w:val="center"/>
          </w:tcPr>
          <w:p w14:paraId="287F1687" w14:textId="11A3035C" w:rsidR="00FC2C36" w:rsidRPr="00B169DF" w:rsidRDefault="00FC2C3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Cg</w:t>
            </w:r>
          </w:p>
        </w:tc>
        <w:tc>
          <w:tcPr>
            <w:tcW w:w="8677" w:type="dxa"/>
            <w:vAlign w:val="center"/>
          </w:tcPr>
          <w:p w14:paraId="2E9012CF" w14:textId="66F158F9" w:rsidR="00FC2C36" w:rsidRDefault="00FC2C36" w:rsidP="00F83C16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FC2C36">
              <w:rPr>
                <w:rFonts w:ascii="Corbel" w:hAnsi="Corbel"/>
                <w:b w:val="0"/>
                <w:sz w:val="24"/>
                <w:szCs w:val="24"/>
              </w:rPr>
              <w:t xml:space="preserve">Przekazanie </w:t>
            </w:r>
            <w:r>
              <w:rPr>
                <w:rFonts w:ascii="Corbel" w:hAnsi="Corbel"/>
                <w:b w:val="0"/>
                <w:sz w:val="24"/>
                <w:szCs w:val="24"/>
              </w:rPr>
              <w:t>aktualnej</w:t>
            </w:r>
            <w:r w:rsidRPr="00FC2C36">
              <w:rPr>
                <w:rFonts w:ascii="Corbel" w:hAnsi="Corbel"/>
                <w:b w:val="0"/>
                <w:sz w:val="24"/>
                <w:szCs w:val="24"/>
              </w:rPr>
              <w:t xml:space="preserve"> wiedzy na temat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przedsiębiorczości indywidualnej i wewnętrznej (intra), ze szczególnym uwzględnieniem </w:t>
            </w:r>
            <w:r w:rsidR="00F83C16">
              <w:rPr>
                <w:rFonts w:ascii="Corbel" w:hAnsi="Corbel"/>
                <w:b w:val="0"/>
                <w:sz w:val="24"/>
                <w:szCs w:val="24"/>
              </w:rPr>
              <w:t>wyzwań i barier związanych z zarządzaniem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83C16">
              <w:rPr>
                <w:rFonts w:ascii="Corbel" w:hAnsi="Corbel"/>
                <w:b w:val="0"/>
                <w:sz w:val="24"/>
                <w:szCs w:val="24"/>
              </w:rPr>
              <w:t>różnorodnością kulturową</w:t>
            </w:r>
            <w:r w:rsidRPr="00FC2C36">
              <w:rPr>
                <w:rFonts w:ascii="Corbel" w:hAnsi="Corbel"/>
                <w:b w:val="0"/>
                <w:sz w:val="24"/>
                <w:szCs w:val="24"/>
              </w:rPr>
              <w:t xml:space="preserve">.  Nabycie umiejętności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budowania </w:t>
            </w:r>
            <w:r w:rsidR="007F36BD">
              <w:rPr>
                <w:rFonts w:ascii="Corbel" w:hAnsi="Corbel"/>
                <w:b w:val="0"/>
                <w:sz w:val="24"/>
                <w:szCs w:val="24"/>
              </w:rPr>
              <w:t>orientacji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przedsiębiorczej w wymiarze indywidualnym, zespołowym oraz organizacyjnym.</w:t>
            </w:r>
          </w:p>
        </w:tc>
      </w:tr>
      <w:tr w:rsidR="00FC2C36" w:rsidRPr="00B169DF" w14:paraId="6ECA22C1" w14:textId="77777777" w:rsidTr="00F83C16">
        <w:tc>
          <w:tcPr>
            <w:tcW w:w="843" w:type="dxa"/>
            <w:vAlign w:val="center"/>
          </w:tcPr>
          <w:p w14:paraId="0BF928C5" w14:textId="05E88084" w:rsidR="00FC2C36" w:rsidRPr="00B169DF" w:rsidRDefault="00FC2C3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7" w:type="dxa"/>
            <w:vAlign w:val="center"/>
          </w:tcPr>
          <w:p w14:paraId="709DBF8B" w14:textId="6BC66B18" w:rsidR="00FC2C36" w:rsidRDefault="00FC2C36" w:rsidP="00583062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Zrozumienie zależności między przedsiębiorczością, zarządzaniem i przywództwem w kontekście zróżnicowanych uwarunkowań kulturowych.</w:t>
            </w:r>
          </w:p>
        </w:tc>
      </w:tr>
      <w:tr w:rsidR="00583062" w:rsidRPr="00B169DF" w14:paraId="5ADECA20" w14:textId="77777777" w:rsidTr="00F83C16">
        <w:tc>
          <w:tcPr>
            <w:tcW w:w="843" w:type="dxa"/>
            <w:vAlign w:val="center"/>
          </w:tcPr>
          <w:p w14:paraId="7C3F78F7" w14:textId="5643093C" w:rsidR="00583062" w:rsidRPr="00B169DF" w:rsidRDefault="0058306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2A10A035" w14:textId="70E5BA91" w:rsidR="00583062" w:rsidRDefault="007F36BD" w:rsidP="00583062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Znajomość</w:t>
            </w:r>
            <w:r w:rsidR="00583062">
              <w:rPr>
                <w:rFonts w:ascii="Corbel" w:hAnsi="Corbel"/>
                <w:b w:val="0"/>
                <w:sz w:val="24"/>
                <w:szCs w:val="24"/>
              </w:rPr>
              <w:t xml:space="preserve"> podstaw teorii przedsiębiorczości, jej ewolucji oraz podstawowych komponentów.</w:t>
            </w:r>
          </w:p>
        </w:tc>
      </w:tr>
      <w:tr w:rsidR="00583062" w:rsidRPr="00B169DF" w14:paraId="5F1D36D1" w14:textId="77777777" w:rsidTr="00F83C16">
        <w:tc>
          <w:tcPr>
            <w:tcW w:w="843" w:type="dxa"/>
            <w:vAlign w:val="center"/>
          </w:tcPr>
          <w:p w14:paraId="20FB6657" w14:textId="2175F1AC" w:rsidR="00583062" w:rsidRPr="00B169DF" w:rsidRDefault="0058306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6791CAC8" w14:textId="06103D60" w:rsidR="00583062" w:rsidRDefault="00583062" w:rsidP="00583062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C61804">
              <w:rPr>
                <w:rFonts w:ascii="Corbel" w:hAnsi="Corbel"/>
                <w:b w:val="0"/>
                <w:sz w:val="24"/>
                <w:szCs w:val="24"/>
              </w:rPr>
              <w:t xml:space="preserve">rozumienie zjawisk i procesów związanych z rozwojem </w:t>
            </w:r>
            <w:r>
              <w:rPr>
                <w:rFonts w:ascii="Corbel" w:hAnsi="Corbel"/>
                <w:b w:val="0"/>
                <w:sz w:val="24"/>
                <w:szCs w:val="24"/>
              </w:rPr>
              <w:t>przedsiębiorczości w wymiarze przestrzennym i relacyjnym.</w:t>
            </w:r>
          </w:p>
        </w:tc>
      </w:tr>
      <w:tr w:rsidR="0085747A" w:rsidRPr="00B169DF" w14:paraId="57A412CE" w14:textId="77777777" w:rsidTr="00F83C16">
        <w:tc>
          <w:tcPr>
            <w:tcW w:w="843" w:type="dxa"/>
            <w:vAlign w:val="center"/>
          </w:tcPr>
          <w:p w14:paraId="7D2BDCD1" w14:textId="55FB51BA" w:rsidR="0085747A" w:rsidRPr="00B169DF" w:rsidRDefault="0058306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16C32661" w14:textId="435DF8B9" w:rsidR="0085747A" w:rsidRPr="00B169DF" w:rsidRDefault="00583062" w:rsidP="00583062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Zrozumienie aktualnych</w:t>
            </w:r>
            <w:r w:rsidRPr="00C61804">
              <w:rPr>
                <w:rFonts w:ascii="Corbel" w:hAnsi="Corbel"/>
                <w:b w:val="0"/>
                <w:sz w:val="24"/>
                <w:szCs w:val="24"/>
              </w:rPr>
              <w:t xml:space="preserve"> wyzwań </w:t>
            </w:r>
            <w:r>
              <w:rPr>
                <w:rFonts w:ascii="Corbel" w:hAnsi="Corbel"/>
                <w:b w:val="0"/>
                <w:sz w:val="24"/>
                <w:szCs w:val="24"/>
              </w:rPr>
              <w:t>związanych z zarządzaniem różnorodnością kulturową w aspekcie budowania orientacji przedsiębiorczej organizacji</w:t>
            </w:r>
            <w:r w:rsidR="007D31AB">
              <w:rPr>
                <w:rFonts w:ascii="Corbel" w:hAnsi="Corbel"/>
                <w:b w:val="0"/>
                <w:sz w:val="24"/>
                <w:szCs w:val="24"/>
              </w:rPr>
              <w:t>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583062" w:rsidRPr="00B169DF" w14:paraId="17F57345" w14:textId="77777777" w:rsidTr="00F83C16">
        <w:tc>
          <w:tcPr>
            <w:tcW w:w="843" w:type="dxa"/>
            <w:vAlign w:val="center"/>
          </w:tcPr>
          <w:p w14:paraId="0FB4ACD2" w14:textId="7FEDA247" w:rsidR="00583062" w:rsidRPr="00B169DF" w:rsidRDefault="0058306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677" w:type="dxa"/>
            <w:vAlign w:val="center"/>
          </w:tcPr>
          <w:p w14:paraId="2156BF4B" w14:textId="2124FBFD" w:rsidR="00583062" w:rsidRDefault="00583062" w:rsidP="00583062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Zrozumienie aktualnych wyzwań i barier w budowaniu jakości kapitału ludzkiego </w:t>
            </w:r>
            <w:r w:rsidR="007F36BD">
              <w:rPr>
                <w:rFonts w:ascii="Corbel" w:hAnsi="Corbel"/>
                <w:b w:val="0"/>
                <w:sz w:val="24"/>
                <w:szCs w:val="24"/>
              </w:rPr>
              <w:t>organizacji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mono i wielokulturowych.</w:t>
            </w:r>
          </w:p>
        </w:tc>
      </w:tr>
      <w:tr w:rsidR="0085747A" w:rsidRPr="00B169DF" w14:paraId="01C73F14" w14:textId="77777777" w:rsidTr="00F83C16">
        <w:tc>
          <w:tcPr>
            <w:tcW w:w="843" w:type="dxa"/>
            <w:vAlign w:val="center"/>
          </w:tcPr>
          <w:p w14:paraId="4C72522F" w14:textId="548BB8D7" w:rsidR="0085747A" w:rsidRPr="00B169DF" w:rsidRDefault="0058306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677" w:type="dxa"/>
            <w:vAlign w:val="center"/>
          </w:tcPr>
          <w:p w14:paraId="58C7BDBF" w14:textId="184AE572" w:rsidR="0085747A" w:rsidRPr="00B169DF" w:rsidRDefault="00583062" w:rsidP="00583062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C61804">
              <w:rPr>
                <w:rFonts w:ascii="Corbel" w:hAnsi="Corbel"/>
                <w:b w:val="0"/>
                <w:sz w:val="24"/>
                <w:szCs w:val="24"/>
              </w:rPr>
              <w:t xml:space="preserve">rozumienie złożoności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uwarunkowań przedsiębiorczości </w:t>
            </w:r>
            <w:r w:rsidRPr="00C61804">
              <w:rPr>
                <w:rFonts w:ascii="Corbel" w:hAnsi="Corbel"/>
                <w:b w:val="0"/>
                <w:sz w:val="24"/>
                <w:szCs w:val="24"/>
              </w:rPr>
              <w:t>w Świecie VUCA (Volatility, Uncertainty, Complexity, Ambiguity), któremu towarzyszą nowe zjawiska związane z rozwojem cyfrowych technologii,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transformacją społeczeństwa i gospodarki.</w:t>
            </w:r>
          </w:p>
        </w:tc>
      </w:tr>
      <w:tr w:rsidR="00583062" w:rsidRPr="00B169DF" w14:paraId="77676D49" w14:textId="77777777" w:rsidTr="00F83C16">
        <w:tc>
          <w:tcPr>
            <w:tcW w:w="843" w:type="dxa"/>
            <w:vAlign w:val="center"/>
          </w:tcPr>
          <w:p w14:paraId="012EA34B" w14:textId="7DDAE0FA" w:rsidR="00583062" w:rsidRPr="00B169DF" w:rsidRDefault="0058306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677" w:type="dxa"/>
            <w:vAlign w:val="center"/>
          </w:tcPr>
          <w:p w14:paraId="753B1A28" w14:textId="0C50FF23" w:rsidR="00583062" w:rsidRDefault="00583062" w:rsidP="00583062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C61804">
              <w:rPr>
                <w:rFonts w:ascii="Corbel" w:hAnsi="Corbel"/>
                <w:b w:val="0"/>
                <w:sz w:val="24"/>
                <w:szCs w:val="24"/>
              </w:rPr>
              <w:t xml:space="preserve">yjaśnienie </w:t>
            </w:r>
            <w:r>
              <w:rPr>
                <w:rFonts w:ascii="Corbel" w:hAnsi="Corbel"/>
                <w:b w:val="0"/>
                <w:sz w:val="24"/>
                <w:szCs w:val="24"/>
              </w:rPr>
              <w:t>wpływu czynników kulturowych na przedsiębiorczość indywidualną i wewnętrzną.</w:t>
            </w:r>
          </w:p>
        </w:tc>
      </w:tr>
      <w:tr w:rsidR="00583062" w:rsidRPr="00B169DF" w14:paraId="4FBE9D07" w14:textId="77777777" w:rsidTr="00F83C16">
        <w:tc>
          <w:tcPr>
            <w:tcW w:w="843" w:type="dxa"/>
            <w:vAlign w:val="center"/>
          </w:tcPr>
          <w:p w14:paraId="76B369C7" w14:textId="00A8E58E" w:rsidR="00583062" w:rsidRPr="00B169DF" w:rsidRDefault="0058306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C8</w:t>
            </w:r>
          </w:p>
        </w:tc>
        <w:tc>
          <w:tcPr>
            <w:tcW w:w="8677" w:type="dxa"/>
            <w:vAlign w:val="center"/>
          </w:tcPr>
          <w:p w14:paraId="5BEDE031" w14:textId="2CB3CB46" w:rsidR="00583062" w:rsidRDefault="00583062" w:rsidP="00583062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Znajomość jakościowych metod w badaniu przedsiębiorczości.</w:t>
            </w:r>
          </w:p>
        </w:tc>
      </w:tr>
      <w:tr w:rsidR="00583062" w:rsidRPr="00B169DF" w14:paraId="0EC8182C" w14:textId="77777777" w:rsidTr="00F83C16">
        <w:tc>
          <w:tcPr>
            <w:tcW w:w="843" w:type="dxa"/>
            <w:vAlign w:val="center"/>
          </w:tcPr>
          <w:p w14:paraId="534D5A5B" w14:textId="10426B6A" w:rsidR="00583062" w:rsidRPr="00B169DF" w:rsidRDefault="0058306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C9</w:t>
            </w:r>
          </w:p>
        </w:tc>
        <w:tc>
          <w:tcPr>
            <w:tcW w:w="8677" w:type="dxa"/>
            <w:vAlign w:val="center"/>
          </w:tcPr>
          <w:p w14:paraId="59904586" w14:textId="1D186A9B" w:rsidR="00583062" w:rsidRDefault="00583062" w:rsidP="00583062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Rozwój </w:t>
            </w:r>
            <w:r w:rsidR="007F36BD">
              <w:rPr>
                <w:rFonts w:ascii="Corbel" w:hAnsi="Corbel"/>
                <w:b w:val="0"/>
                <w:sz w:val="24"/>
                <w:szCs w:val="24"/>
              </w:rPr>
              <w:t>kompetencji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interpersonalnych jako podstawy procesów opartych na wiedzy i uczeniu się w różnorodnych środowiskach pracy.</w:t>
            </w:r>
          </w:p>
        </w:tc>
      </w:tr>
    </w:tbl>
    <w:p w14:paraId="53CB8AF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29E7E52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5560EBCD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B169DF" w14:paraId="2F4B4ED8" w14:textId="77777777" w:rsidTr="007D31AB">
        <w:tc>
          <w:tcPr>
            <w:tcW w:w="1678" w:type="dxa"/>
            <w:vAlign w:val="center"/>
          </w:tcPr>
          <w:p w14:paraId="0242F36A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5D80D81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2EFA9A1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C2C36" w:rsidRPr="00B169DF" w14:paraId="5CF7F108" w14:textId="77777777" w:rsidTr="001617F8">
        <w:tc>
          <w:tcPr>
            <w:tcW w:w="7655" w:type="dxa"/>
            <w:gridSpan w:val="2"/>
            <w:vAlign w:val="center"/>
          </w:tcPr>
          <w:p w14:paraId="392CF86B" w14:textId="58D6C3A5" w:rsidR="00FC2C36" w:rsidRPr="00B169DF" w:rsidRDefault="00FC2C36" w:rsidP="00FC2C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392E">
              <w:rPr>
                <w:rFonts w:ascii="Corbel" w:hAnsi="Corbel"/>
                <w:b w:val="0"/>
                <w:smallCaps w:val="0"/>
                <w:szCs w:val="24"/>
              </w:rPr>
              <w:t>Student, który zaliczył przedmiot  zna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rozumie/potrafi/jest gotów do:</w:t>
            </w:r>
          </w:p>
        </w:tc>
        <w:tc>
          <w:tcPr>
            <w:tcW w:w="1865" w:type="dxa"/>
            <w:vAlign w:val="center"/>
          </w:tcPr>
          <w:p w14:paraId="0D42F684" w14:textId="77777777" w:rsidR="00FC2C36" w:rsidRPr="00B169DF" w:rsidRDefault="00FC2C3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B169DF" w14:paraId="5281B8F7" w14:textId="77777777" w:rsidTr="007D31AB">
        <w:tc>
          <w:tcPr>
            <w:tcW w:w="1678" w:type="dxa"/>
          </w:tcPr>
          <w:p w14:paraId="771C87A3" w14:textId="5E5B9649" w:rsidR="0085747A" w:rsidRPr="00B169DF" w:rsidRDefault="005B5065" w:rsidP="00BD25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</w:t>
            </w:r>
          </w:p>
        </w:tc>
        <w:tc>
          <w:tcPr>
            <w:tcW w:w="5977" w:type="dxa"/>
          </w:tcPr>
          <w:p w14:paraId="1C8C69E2" w14:textId="449C1F76" w:rsidR="0085747A" w:rsidRPr="00B169DF" w:rsidRDefault="00FC2C36" w:rsidP="00FC2C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pogłębioną wiedzę w zakresie </w:t>
            </w:r>
            <w:r w:rsidR="000C392E">
              <w:rPr>
                <w:rFonts w:ascii="Corbel" w:hAnsi="Corbel"/>
                <w:b w:val="0"/>
                <w:smallCaps w:val="0"/>
                <w:szCs w:val="24"/>
              </w:rPr>
              <w:t>teorii przedsiębiorczości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jej ewolucji i podstawowych komponentów.</w:t>
            </w:r>
          </w:p>
        </w:tc>
        <w:tc>
          <w:tcPr>
            <w:tcW w:w="1865" w:type="dxa"/>
          </w:tcPr>
          <w:p w14:paraId="51C6CBB5" w14:textId="01770CE5" w:rsidR="0085747A" w:rsidRPr="00B169DF" w:rsidRDefault="005B50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W03</w:t>
            </w:r>
          </w:p>
        </w:tc>
      </w:tr>
      <w:tr w:rsidR="0085747A" w:rsidRPr="00B169DF" w14:paraId="6DA55FA2" w14:textId="77777777" w:rsidTr="007D31AB">
        <w:tc>
          <w:tcPr>
            <w:tcW w:w="1678" w:type="dxa"/>
          </w:tcPr>
          <w:p w14:paraId="55A1D03E" w14:textId="7D712186" w:rsidR="0085747A" w:rsidRPr="00B169DF" w:rsidRDefault="005B5065" w:rsidP="00BD25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5065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7" w:type="dxa"/>
          </w:tcPr>
          <w:p w14:paraId="3BBEC5AC" w14:textId="445CBAF4" w:rsidR="0085747A" w:rsidRPr="00B169DF" w:rsidRDefault="000C39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392E">
              <w:rPr>
                <w:rFonts w:ascii="Corbel" w:hAnsi="Corbel"/>
                <w:b w:val="0"/>
                <w:smallCaps w:val="0"/>
                <w:szCs w:val="24"/>
              </w:rPr>
              <w:t xml:space="preserve">Posiada wiedzę pozwalającą mu na prawidłowe zrozumienie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zjawisk i procesów zarządzania </w:t>
            </w:r>
            <w:r w:rsidR="007F36BD">
              <w:rPr>
                <w:rFonts w:ascii="Corbel" w:hAnsi="Corbel"/>
                <w:b w:val="0"/>
                <w:smallCaps w:val="0"/>
                <w:szCs w:val="24"/>
              </w:rPr>
              <w:t>różnorodnością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kulturową w organizacji.</w:t>
            </w:r>
          </w:p>
        </w:tc>
        <w:tc>
          <w:tcPr>
            <w:tcW w:w="1865" w:type="dxa"/>
          </w:tcPr>
          <w:p w14:paraId="20B22796" w14:textId="5B6446CF" w:rsidR="0085747A" w:rsidRPr="00B169DF" w:rsidRDefault="005B50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EK_W02</w:t>
            </w:r>
          </w:p>
        </w:tc>
      </w:tr>
      <w:tr w:rsidR="007D31AB" w:rsidRPr="00B169DF" w14:paraId="334C2BC5" w14:textId="77777777" w:rsidTr="007D31AB">
        <w:tc>
          <w:tcPr>
            <w:tcW w:w="1678" w:type="dxa"/>
          </w:tcPr>
          <w:p w14:paraId="554FF196" w14:textId="2427E1D7" w:rsidR="007D31AB" w:rsidRPr="00B169DF" w:rsidRDefault="005B5065" w:rsidP="00CA74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506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7" w:type="dxa"/>
          </w:tcPr>
          <w:p w14:paraId="76F3EAEB" w14:textId="6E12DC0C" w:rsidR="007D31AB" w:rsidRPr="000C392E" w:rsidRDefault="00FC2C36" w:rsidP="007D31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wiedzę pozwalającą na budowanie orientacji przedsiębiorczej zarówno na poziomie jednostki, zespołu i organizacji.</w:t>
            </w:r>
          </w:p>
        </w:tc>
        <w:tc>
          <w:tcPr>
            <w:tcW w:w="1865" w:type="dxa"/>
          </w:tcPr>
          <w:p w14:paraId="06883B00" w14:textId="484C90EC" w:rsidR="007D31AB" w:rsidRPr="00B169DF" w:rsidRDefault="005B5065" w:rsidP="007D31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1E1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W1</w:t>
            </w:r>
            <w:r w:rsidR="007B1F4F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7D31AB" w:rsidRPr="00B169DF" w14:paraId="0E431D57" w14:textId="77777777" w:rsidTr="007D31AB">
        <w:tc>
          <w:tcPr>
            <w:tcW w:w="1678" w:type="dxa"/>
          </w:tcPr>
          <w:p w14:paraId="52DF2241" w14:textId="72E698A5" w:rsidR="007D31AB" w:rsidRPr="00B169DF" w:rsidRDefault="005B5065" w:rsidP="00CA74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5065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7" w:type="dxa"/>
          </w:tcPr>
          <w:p w14:paraId="553201A3" w14:textId="01B9737A" w:rsidR="007D31AB" w:rsidRDefault="007D31AB" w:rsidP="007D31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wpływ uwarunkowań kulturowych na rozwój przedsiębiorczości indywidualnej i wewnętrznej.</w:t>
            </w:r>
          </w:p>
        </w:tc>
        <w:tc>
          <w:tcPr>
            <w:tcW w:w="1865" w:type="dxa"/>
          </w:tcPr>
          <w:p w14:paraId="7A75A4E0" w14:textId="0CD6950C" w:rsidR="007D31AB" w:rsidRPr="00B169DF" w:rsidRDefault="005B5065" w:rsidP="007D31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1E1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U03</w:t>
            </w:r>
          </w:p>
        </w:tc>
      </w:tr>
      <w:tr w:rsidR="007D31AB" w:rsidRPr="00B169DF" w14:paraId="3AAF3558" w14:textId="77777777" w:rsidTr="007D31AB">
        <w:tc>
          <w:tcPr>
            <w:tcW w:w="1678" w:type="dxa"/>
          </w:tcPr>
          <w:p w14:paraId="3F246DB7" w14:textId="7794B22B" w:rsidR="007D31AB" w:rsidRPr="00B169DF" w:rsidRDefault="005B5065" w:rsidP="00CA74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5065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7" w:type="dxa"/>
          </w:tcPr>
          <w:p w14:paraId="7391D666" w14:textId="0C5D3492" w:rsidR="007D31AB" w:rsidRPr="000C392E" w:rsidRDefault="007D31AB" w:rsidP="007D31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podstawową wiedzę z zarządzania zasobami ludzkimi w zespołach mono i wielokulturowych.</w:t>
            </w:r>
          </w:p>
        </w:tc>
        <w:tc>
          <w:tcPr>
            <w:tcW w:w="1865" w:type="dxa"/>
          </w:tcPr>
          <w:p w14:paraId="3CDB0DDA" w14:textId="56763F3C" w:rsidR="007D31AB" w:rsidRPr="00B169DF" w:rsidRDefault="005B5065" w:rsidP="007D31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1E1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W05</w:t>
            </w:r>
          </w:p>
        </w:tc>
      </w:tr>
      <w:tr w:rsidR="007D31AB" w:rsidRPr="00B169DF" w14:paraId="19D3A13C" w14:textId="77777777" w:rsidTr="007D31AB">
        <w:tc>
          <w:tcPr>
            <w:tcW w:w="1678" w:type="dxa"/>
          </w:tcPr>
          <w:p w14:paraId="3787A298" w14:textId="7F10F78D" w:rsidR="007D31AB" w:rsidRPr="00B169DF" w:rsidRDefault="005B5065" w:rsidP="007D31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5065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7" w:type="dxa"/>
          </w:tcPr>
          <w:p w14:paraId="69757313" w14:textId="4E010356" w:rsidR="007D31AB" w:rsidRPr="000C392E" w:rsidRDefault="007D31AB" w:rsidP="00FC2C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392E">
              <w:rPr>
                <w:rFonts w:ascii="Corbel" w:hAnsi="Corbel"/>
                <w:b w:val="0"/>
                <w:smallCaps w:val="0"/>
                <w:szCs w:val="24"/>
              </w:rPr>
              <w:t>Posiada wiedzę teoretyczną pozwalaj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ącą mu na rozwój kompetencji zawodowych i uczenie się w oparciu o relacje społeczne, </w:t>
            </w:r>
            <w:r w:rsidR="00FC2C36">
              <w:rPr>
                <w:rFonts w:ascii="Corbel" w:hAnsi="Corbel"/>
                <w:b w:val="0"/>
                <w:smallCaps w:val="0"/>
                <w:szCs w:val="24"/>
              </w:rPr>
              <w:t xml:space="preserve">szczególnie w różnorodnym kulturowo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miejscu pracy</w:t>
            </w:r>
            <w:r w:rsidRPr="000C392E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65" w:type="dxa"/>
          </w:tcPr>
          <w:p w14:paraId="59CC9DEE" w14:textId="4ECDAD53" w:rsidR="007D31AB" w:rsidRPr="00B169DF" w:rsidRDefault="005B5065" w:rsidP="007D31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EK_U0</w:t>
            </w:r>
            <w:r w:rsidR="007B1F4F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7D31AB" w:rsidRPr="00B169DF" w14:paraId="4251E2C5" w14:textId="77777777" w:rsidTr="007D31AB">
        <w:tc>
          <w:tcPr>
            <w:tcW w:w="1678" w:type="dxa"/>
          </w:tcPr>
          <w:p w14:paraId="7C52C841" w14:textId="2D9C255B" w:rsidR="007D31AB" w:rsidRPr="00B169DF" w:rsidRDefault="005B5065" w:rsidP="007D31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5065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7" w:type="dxa"/>
          </w:tcPr>
          <w:p w14:paraId="0ED94FF1" w14:textId="3ACC2266" w:rsidR="007D31AB" w:rsidRPr="00B169DF" w:rsidRDefault="007D31AB" w:rsidP="007D31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392E">
              <w:rPr>
                <w:rFonts w:ascii="Corbel" w:hAnsi="Corbel"/>
                <w:b w:val="0"/>
                <w:smallCaps w:val="0"/>
                <w:szCs w:val="24"/>
              </w:rPr>
              <w:t xml:space="preserve">Posiada wiedzę dotyczącą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różnych aspektów </w:t>
            </w:r>
            <w:r w:rsidR="007F36BD">
              <w:rPr>
                <w:rFonts w:ascii="Corbel" w:hAnsi="Corbel"/>
                <w:b w:val="0"/>
                <w:smallCaps w:val="0"/>
                <w:szCs w:val="24"/>
              </w:rPr>
              <w:t>interakcji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wielokulturowym środowisku pracy</w:t>
            </w:r>
            <w:r w:rsidRPr="000C392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41DC7A70" w14:textId="6EB258E5" w:rsidR="007D31AB" w:rsidRPr="00B169DF" w:rsidRDefault="005B5065" w:rsidP="007D31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EK_Ko5</w:t>
            </w:r>
          </w:p>
        </w:tc>
      </w:tr>
      <w:tr w:rsidR="007D31AB" w:rsidRPr="00B169DF" w14:paraId="2DE47433" w14:textId="77777777" w:rsidTr="007D31AB">
        <w:tc>
          <w:tcPr>
            <w:tcW w:w="1678" w:type="dxa"/>
          </w:tcPr>
          <w:p w14:paraId="7704F5FD" w14:textId="23A4E12A" w:rsidR="007D31AB" w:rsidRPr="00B169DF" w:rsidRDefault="005B5065" w:rsidP="007D31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5065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7" w:type="dxa"/>
          </w:tcPr>
          <w:p w14:paraId="145DE26C" w14:textId="020C6933" w:rsidR="007D31AB" w:rsidRPr="000C392E" w:rsidRDefault="007D31AB" w:rsidP="00FC2C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wiedzę dotyczącą metod jakościowych w badani</w:t>
            </w:r>
            <w:r w:rsidR="00FC2C36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przedsiębiorczości.</w:t>
            </w:r>
          </w:p>
        </w:tc>
        <w:tc>
          <w:tcPr>
            <w:tcW w:w="1865" w:type="dxa"/>
          </w:tcPr>
          <w:p w14:paraId="70C41848" w14:textId="0F2FC7C5" w:rsidR="007D31AB" w:rsidRPr="00B169DF" w:rsidRDefault="005B5065" w:rsidP="007D31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EK_U02</w:t>
            </w:r>
          </w:p>
        </w:tc>
      </w:tr>
      <w:tr w:rsidR="007D31AB" w:rsidRPr="00B169DF" w14:paraId="34153206" w14:textId="77777777" w:rsidTr="007D31AB">
        <w:tc>
          <w:tcPr>
            <w:tcW w:w="1678" w:type="dxa"/>
          </w:tcPr>
          <w:p w14:paraId="657B470B" w14:textId="099DD7DB" w:rsidR="007D31AB" w:rsidRPr="00B169DF" w:rsidRDefault="005B5065" w:rsidP="00CA74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5065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77" w:type="dxa"/>
          </w:tcPr>
          <w:p w14:paraId="45616C54" w14:textId="140FDF66" w:rsidR="007D31AB" w:rsidRDefault="007D31AB" w:rsidP="007D31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wpływ megatrendów na społeczeństwo i gospodarkę oraz potrafi identyfikować źródła przewag konkurencyjnych.</w:t>
            </w:r>
          </w:p>
        </w:tc>
        <w:tc>
          <w:tcPr>
            <w:tcW w:w="1865" w:type="dxa"/>
          </w:tcPr>
          <w:p w14:paraId="4585AB9B" w14:textId="58F1C4BF" w:rsidR="007D31AB" w:rsidRPr="00B169DF" w:rsidRDefault="005B5065" w:rsidP="007D31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1E1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U04</w:t>
            </w:r>
          </w:p>
        </w:tc>
      </w:tr>
    </w:tbl>
    <w:p w14:paraId="5A756F5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3E2DC8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7A6F3A2E" w14:textId="1BB8D8AF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</w:t>
      </w:r>
      <w:r w:rsidR="00DE3FBD">
        <w:rPr>
          <w:rFonts w:ascii="Corbel" w:hAnsi="Corbel"/>
          <w:sz w:val="24"/>
          <w:szCs w:val="24"/>
        </w:rPr>
        <w:t>konserwatorium</w:t>
      </w:r>
      <w:r w:rsidRPr="00B169DF">
        <w:rPr>
          <w:rFonts w:ascii="Corbel" w:hAnsi="Corbel"/>
          <w:sz w:val="24"/>
          <w:szCs w:val="24"/>
        </w:rPr>
        <w:t xml:space="preserve"> </w:t>
      </w:r>
    </w:p>
    <w:p w14:paraId="1817DF77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E6E57A6" w14:textId="77777777" w:rsidTr="00DE3FBD">
        <w:tc>
          <w:tcPr>
            <w:tcW w:w="9520" w:type="dxa"/>
          </w:tcPr>
          <w:p w14:paraId="56A8A27C" w14:textId="6F4644CE" w:rsidR="0085747A" w:rsidRPr="00DE3FBD" w:rsidRDefault="00DE3FBD" w:rsidP="00DE3FBD">
            <w:pPr>
              <w:pStyle w:val="Akapitzlist"/>
              <w:numPr>
                <w:ilvl w:val="0"/>
                <w:numId w:val="2"/>
              </w:numPr>
              <w:spacing w:after="160" w:line="256" w:lineRule="auto"/>
              <w:rPr>
                <w:rFonts w:asciiTheme="minorHAnsi" w:hAnsiTheme="minorHAnsi"/>
              </w:rPr>
            </w:pPr>
            <w:r>
              <w:t>Przedsiębiorczość, zarządzanie i przywództwo – wprowadzenie.</w:t>
            </w:r>
          </w:p>
        </w:tc>
      </w:tr>
      <w:tr w:rsidR="0085747A" w:rsidRPr="00B169DF" w14:paraId="52C7DA90" w14:textId="77777777" w:rsidTr="00DE3FBD">
        <w:tc>
          <w:tcPr>
            <w:tcW w:w="9520" w:type="dxa"/>
          </w:tcPr>
          <w:p w14:paraId="0A2544AA" w14:textId="2A69F2DB" w:rsidR="0085747A" w:rsidRPr="00DE3FBD" w:rsidRDefault="00DE3FBD" w:rsidP="00DE3FBD">
            <w:pPr>
              <w:pStyle w:val="Akapitzlist"/>
              <w:numPr>
                <w:ilvl w:val="0"/>
                <w:numId w:val="2"/>
              </w:numPr>
              <w:spacing w:after="160" w:line="256" w:lineRule="auto"/>
            </w:pPr>
            <w:r>
              <w:t>Ewolucja teorii przedsiębiorczości – od przedsiębiorczości indywidualnej do wewnętrznej.</w:t>
            </w:r>
          </w:p>
        </w:tc>
      </w:tr>
      <w:tr w:rsidR="0085747A" w:rsidRPr="00B169DF" w14:paraId="4756E0B7" w14:textId="77777777" w:rsidTr="00DE3FBD">
        <w:tc>
          <w:tcPr>
            <w:tcW w:w="9520" w:type="dxa"/>
          </w:tcPr>
          <w:p w14:paraId="5818B7FA" w14:textId="27555B3B" w:rsidR="0085747A" w:rsidRPr="00DE3FBD" w:rsidRDefault="00DE3FBD" w:rsidP="00DE3FBD">
            <w:pPr>
              <w:pStyle w:val="Akapitzlist"/>
              <w:numPr>
                <w:ilvl w:val="0"/>
                <w:numId w:val="2"/>
              </w:numPr>
              <w:spacing w:after="160" w:line="256" w:lineRule="auto"/>
            </w:pPr>
            <w:r>
              <w:t>Relacyjny i przestrzenny wymiar przedsiębiorczości.</w:t>
            </w:r>
          </w:p>
        </w:tc>
      </w:tr>
      <w:tr w:rsidR="00DE3FBD" w:rsidRPr="00B169DF" w14:paraId="29BD9015" w14:textId="77777777" w:rsidTr="00DE3FBD">
        <w:tc>
          <w:tcPr>
            <w:tcW w:w="9520" w:type="dxa"/>
          </w:tcPr>
          <w:p w14:paraId="1FAF78E4" w14:textId="32C0FA1F" w:rsidR="00DE3FBD" w:rsidRPr="00DE3FBD" w:rsidRDefault="00DE3FBD" w:rsidP="00DE3FBD">
            <w:pPr>
              <w:pStyle w:val="Akapitzlist"/>
              <w:numPr>
                <w:ilvl w:val="0"/>
                <w:numId w:val="2"/>
              </w:numPr>
              <w:spacing w:after="160" w:line="256" w:lineRule="auto"/>
            </w:pPr>
            <w:r>
              <w:t>Kulturowe uwarunkowania przedsiębiorczości – wzajemne związki między kulturą przedsiębiorczości a kulturą narodową, kulturą organizacyjną i subkulturami.</w:t>
            </w:r>
          </w:p>
        </w:tc>
      </w:tr>
      <w:tr w:rsidR="00DE3FBD" w:rsidRPr="00B169DF" w14:paraId="442340E0" w14:textId="77777777" w:rsidTr="00DE3FBD">
        <w:tc>
          <w:tcPr>
            <w:tcW w:w="9520" w:type="dxa"/>
          </w:tcPr>
          <w:p w14:paraId="74BE5080" w14:textId="41978337" w:rsidR="00DE3FBD" w:rsidRPr="00B169DF" w:rsidRDefault="00DE3FBD" w:rsidP="00DE3FBD">
            <w:pPr>
              <w:pStyle w:val="Akapitzlist"/>
              <w:numPr>
                <w:ilvl w:val="0"/>
                <w:numId w:val="2"/>
              </w:numPr>
              <w:spacing w:after="160" w:line="256" w:lineRule="auto"/>
              <w:rPr>
                <w:rFonts w:ascii="Corbel" w:hAnsi="Corbel"/>
                <w:sz w:val="24"/>
                <w:szCs w:val="24"/>
              </w:rPr>
            </w:pPr>
            <w:r>
              <w:t>Wyzwania i bariery w zarządzaniu międzykulturowym.</w:t>
            </w:r>
          </w:p>
        </w:tc>
      </w:tr>
      <w:tr w:rsidR="00DE3FBD" w:rsidRPr="00B169DF" w14:paraId="31DB2AFF" w14:textId="77777777" w:rsidTr="00DE3FBD">
        <w:tc>
          <w:tcPr>
            <w:tcW w:w="9520" w:type="dxa"/>
          </w:tcPr>
          <w:p w14:paraId="2511AB08" w14:textId="2DCCAF16" w:rsidR="00DE3FBD" w:rsidRPr="00DE3FBD" w:rsidRDefault="00DE3FBD" w:rsidP="00DE3FBD">
            <w:pPr>
              <w:pStyle w:val="Akapitzlist"/>
              <w:numPr>
                <w:ilvl w:val="0"/>
                <w:numId w:val="2"/>
              </w:numPr>
              <w:spacing w:after="160" w:line="256" w:lineRule="auto"/>
            </w:pPr>
            <w:r>
              <w:t>Mikrofundamenty orientacji przedsiębiorczej w organizacjach.</w:t>
            </w:r>
          </w:p>
        </w:tc>
      </w:tr>
      <w:tr w:rsidR="00DE3FBD" w:rsidRPr="00B169DF" w14:paraId="6B142C4D" w14:textId="77777777" w:rsidTr="00DE3FBD">
        <w:tc>
          <w:tcPr>
            <w:tcW w:w="9520" w:type="dxa"/>
          </w:tcPr>
          <w:p w14:paraId="59F6C5EE" w14:textId="060D0ABA" w:rsidR="00DE3FBD" w:rsidRPr="00DE3FBD" w:rsidRDefault="00DE3FBD" w:rsidP="00DE3FBD">
            <w:pPr>
              <w:pStyle w:val="Akapitzlist"/>
              <w:numPr>
                <w:ilvl w:val="0"/>
                <w:numId w:val="2"/>
              </w:numPr>
              <w:spacing w:after="160" w:line="256" w:lineRule="auto"/>
            </w:pPr>
            <w:r>
              <w:t>Rozwój intraprzedsiębiorczości w organizacjach.</w:t>
            </w:r>
          </w:p>
        </w:tc>
      </w:tr>
      <w:tr w:rsidR="00DE3FBD" w:rsidRPr="00B169DF" w14:paraId="3D33DC4D" w14:textId="77777777" w:rsidTr="00DE3FBD">
        <w:tc>
          <w:tcPr>
            <w:tcW w:w="9520" w:type="dxa"/>
          </w:tcPr>
          <w:p w14:paraId="60371BD6" w14:textId="3820C337" w:rsidR="00DE3FBD" w:rsidRPr="00DE3FBD" w:rsidRDefault="00DE3FBD" w:rsidP="00DE3FBD">
            <w:pPr>
              <w:pStyle w:val="Akapitzlist"/>
              <w:numPr>
                <w:ilvl w:val="0"/>
                <w:numId w:val="2"/>
              </w:numPr>
              <w:spacing w:after="160" w:line="256" w:lineRule="auto"/>
            </w:pPr>
            <w:r>
              <w:t>Zarządzanie różnorodnością kulturową w organizacji. Kreatywność organizacyjna i innowacyjność jako pozytywne aspekty interakcji międzykulturowych.</w:t>
            </w:r>
          </w:p>
        </w:tc>
      </w:tr>
      <w:tr w:rsidR="00DE3FBD" w:rsidRPr="00B169DF" w14:paraId="02E843C2" w14:textId="77777777" w:rsidTr="00DE3FBD">
        <w:tc>
          <w:tcPr>
            <w:tcW w:w="9520" w:type="dxa"/>
          </w:tcPr>
          <w:p w14:paraId="0CACA4F3" w14:textId="77777777" w:rsidR="00DE3FBD" w:rsidRDefault="00DE3FBD" w:rsidP="00DE3FBD">
            <w:pPr>
              <w:pStyle w:val="Akapitzlist"/>
              <w:numPr>
                <w:ilvl w:val="0"/>
                <w:numId w:val="2"/>
              </w:numPr>
              <w:spacing w:after="160" w:line="256" w:lineRule="auto"/>
            </w:pPr>
            <w:r>
              <w:t>Budowania orientacji przedsiębiorczej w środowisku wielokulturowym – jakościowy kontekst kapitału ludzkiego.</w:t>
            </w:r>
          </w:p>
          <w:p w14:paraId="0A232FAA" w14:textId="77777777" w:rsidR="00DE3FBD" w:rsidRPr="00B169DF" w:rsidRDefault="00DE3FB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DE3FBD" w:rsidRPr="00B169DF" w14:paraId="335C2D4E" w14:textId="77777777" w:rsidTr="00DE3FBD">
        <w:tc>
          <w:tcPr>
            <w:tcW w:w="9520" w:type="dxa"/>
          </w:tcPr>
          <w:p w14:paraId="3D99660E" w14:textId="77777777" w:rsidR="00DE3FBD" w:rsidRDefault="00DE3FBD" w:rsidP="00DE3FBD">
            <w:pPr>
              <w:pStyle w:val="Akapitzlist"/>
              <w:numPr>
                <w:ilvl w:val="0"/>
                <w:numId w:val="2"/>
              </w:numPr>
              <w:spacing w:after="160" w:line="256" w:lineRule="auto"/>
            </w:pPr>
            <w:r>
              <w:t>Cyfrowa transformacja społeczeństwa i gospodarki  – przedsiębiorczość w erze algorytmizacji i datafikacji.</w:t>
            </w:r>
          </w:p>
          <w:p w14:paraId="6D4CB8D8" w14:textId="77777777" w:rsidR="00DE3FBD" w:rsidRPr="00B169DF" w:rsidRDefault="00DE3FB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DE3FBD" w:rsidRPr="00B169DF" w14:paraId="41BE578C" w14:textId="77777777" w:rsidTr="00DE3FBD">
        <w:tc>
          <w:tcPr>
            <w:tcW w:w="9520" w:type="dxa"/>
          </w:tcPr>
          <w:p w14:paraId="70A5F280" w14:textId="77777777" w:rsidR="00DE3FBD" w:rsidRDefault="00DE3FBD" w:rsidP="00DE3FBD">
            <w:pPr>
              <w:pStyle w:val="Akapitzlist"/>
              <w:numPr>
                <w:ilvl w:val="0"/>
                <w:numId w:val="2"/>
              </w:numPr>
              <w:spacing w:after="160" w:line="256" w:lineRule="auto"/>
            </w:pPr>
            <w:r>
              <w:t>Metody jakościowe w badaniu przedsiębiorczości.</w:t>
            </w:r>
          </w:p>
          <w:p w14:paraId="0B908155" w14:textId="77777777" w:rsidR="00DE3FBD" w:rsidRPr="00B169DF" w:rsidRDefault="00DE3FB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EE9D22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3011F7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E2DE481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DEF472" w14:textId="5D33619D" w:rsidR="00E960BB" w:rsidRPr="00FC2C36" w:rsidRDefault="00237419" w:rsidP="00FC2C36">
      <w:pPr>
        <w:spacing w:after="160" w:line="256" w:lineRule="auto"/>
      </w:pPr>
      <w:r>
        <w:t xml:space="preserve">Wykład problemowy z prezentacją multimedialną; Zastosowane zostaną metody inwentyczne w celu zbudowania zaangażowania i utrzymania uwagi studentów, jak również metody wspierające krytyczną </w:t>
      </w:r>
      <w:r>
        <w:lastRenderedPageBreak/>
        <w:t xml:space="preserve">refleksję i uczenie się w oparciu o relacje społeczne. Wykorzystane zostaną studia przypadków, referencje do źródeł zewnętrznych, jak repozytoria i platformy edukacyjne w otwartym </w:t>
      </w:r>
      <w:r w:rsidR="007F36BD">
        <w:t>dostępie</w:t>
      </w:r>
      <w:r>
        <w:t>.</w:t>
      </w:r>
    </w:p>
    <w:p w14:paraId="745498F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7C6C74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5997B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41F7319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8F518A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3637CB3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B169DF" w14:paraId="41D19892" w14:textId="77777777" w:rsidTr="00C05F44">
        <w:tc>
          <w:tcPr>
            <w:tcW w:w="1985" w:type="dxa"/>
            <w:vAlign w:val="center"/>
          </w:tcPr>
          <w:p w14:paraId="157CAE2B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B325447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D80B8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F3EE486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D1E88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169DF" w14:paraId="6794E66F" w14:textId="77777777" w:rsidTr="00C05F44">
        <w:tc>
          <w:tcPr>
            <w:tcW w:w="1985" w:type="dxa"/>
          </w:tcPr>
          <w:p w14:paraId="20D6EE9C" w14:textId="4B323175" w:rsidR="0085747A" w:rsidRPr="00B169DF" w:rsidRDefault="0085747A" w:rsidP="005B50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 xml:space="preserve">ek_ </w:t>
            </w:r>
            <w:r w:rsidR="005B5065">
              <w:rPr>
                <w:rFonts w:ascii="Corbel" w:hAnsi="Corbel"/>
                <w:b w:val="0"/>
                <w:szCs w:val="24"/>
              </w:rPr>
              <w:t>1- EK_9</w:t>
            </w:r>
          </w:p>
        </w:tc>
        <w:tc>
          <w:tcPr>
            <w:tcW w:w="5528" w:type="dxa"/>
          </w:tcPr>
          <w:p w14:paraId="708C9AC7" w14:textId="5501443B" w:rsidR="0085747A" w:rsidRPr="00FC2C36" w:rsidRDefault="00FC2C36" w:rsidP="00FC2C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2C36">
              <w:rPr>
                <w:rFonts w:ascii="Corbel" w:hAnsi="Corbel"/>
                <w:b w:val="0"/>
                <w:szCs w:val="24"/>
              </w:rPr>
              <w:t xml:space="preserve">Zaliczenie uzyskiwane jest na podstawie aktywnego udziału w </w:t>
            </w:r>
            <w:r>
              <w:rPr>
                <w:rFonts w:ascii="Corbel" w:hAnsi="Corbel"/>
                <w:b w:val="0"/>
                <w:szCs w:val="24"/>
              </w:rPr>
              <w:t>zajęciach</w:t>
            </w:r>
          </w:p>
        </w:tc>
        <w:tc>
          <w:tcPr>
            <w:tcW w:w="2126" w:type="dxa"/>
          </w:tcPr>
          <w:p w14:paraId="5D1AC8C4" w14:textId="4B6B6825" w:rsidR="0085747A" w:rsidRPr="00B169DF" w:rsidRDefault="00CA742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Obserwacja, udział w dyskusji</w:t>
            </w:r>
          </w:p>
        </w:tc>
      </w:tr>
      <w:tr w:rsidR="0085747A" w:rsidRPr="00B169DF" w14:paraId="2388083F" w14:textId="77777777" w:rsidTr="00C05F44">
        <w:tc>
          <w:tcPr>
            <w:tcW w:w="1985" w:type="dxa"/>
          </w:tcPr>
          <w:p w14:paraId="56592B5B" w14:textId="7F58DB44" w:rsidR="0085747A" w:rsidRPr="00B169DF" w:rsidRDefault="0085747A" w:rsidP="00CA742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 xml:space="preserve">Ek_ </w:t>
            </w:r>
            <w:r w:rsidR="005B5065">
              <w:rPr>
                <w:rFonts w:ascii="Corbel" w:hAnsi="Corbel"/>
                <w:b w:val="0"/>
                <w:szCs w:val="24"/>
              </w:rPr>
              <w:t>1- EK_9</w:t>
            </w:r>
          </w:p>
        </w:tc>
        <w:tc>
          <w:tcPr>
            <w:tcW w:w="5528" w:type="dxa"/>
          </w:tcPr>
          <w:p w14:paraId="35E125A4" w14:textId="0E506C27" w:rsidR="0085747A" w:rsidRPr="00B169DF" w:rsidRDefault="007F36BD" w:rsidP="00FC2C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Przygotowanie</w:t>
            </w:r>
            <w:r w:rsidR="00FC2C36">
              <w:rPr>
                <w:rFonts w:ascii="Corbel" w:hAnsi="Corbel"/>
                <w:b w:val="0"/>
                <w:szCs w:val="24"/>
              </w:rPr>
              <w:t xml:space="preserve"> case study.</w:t>
            </w:r>
          </w:p>
        </w:tc>
        <w:tc>
          <w:tcPr>
            <w:tcW w:w="2126" w:type="dxa"/>
          </w:tcPr>
          <w:p w14:paraId="196DC76B" w14:textId="65617436" w:rsidR="0085747A" w:rsidRPr="00B169DF" w:rsidRDefault="007F36B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</w:tr>
    </w:tbl>
    <w:p w14:paraId="34B13174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C2FD72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2F81AAC6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309959C9" w14:textId="77777777" w:rsidTr="00923D7D">
        <w:tc>
          <w:tcPr>
            <w:tcW w:w="9670" w:type="dxa"/>
          </w:tcPr>
          <w:p w14:paraId="1C8135C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3F94147" w14:textId="7F237BC9" w:rsidR="00923D7D" w:rsidRPr="00B169DF" w:rsidRDefault="00FC2C3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2C36">
              <w:rPr>
                <w:rFonts w:ascii="Corbel" w:hAnsi="Corbel"/>
                <w:b w:val="0"/>
                <w:smallCaps w:val="0"/>
                <w:szCs w:val="24"/>
              </w:rPr>
              <w:t xml:space="preserve">Studenci uczestniczą w zajęciach poznając kolejne treści nauczania zgodnie z kartą przedmiotu. Studenci </w:t>
            </w:r>
            <w:r w:rsidR="00F83C16">
              <w:rPr>
                <w:rFonts w:ascii="Corbel" w:hAnsi="Corbel"/>
                <w:b w:val="0"/>
                <w:smallCaps w:val="0"/>
                <w:szCs w:val="24"/>
              </w:rPr>
              <w:t xml:space="preserve">oceniani są </w:t>
            </w:r>
            <w:r w:rsidRPr="00FC2C36">
              <w:rPr>
                <w:rFonts w:ascii="Corbel" w:hAnsi="Corbel"/>
                <w:b w:val="0"/>
                <w:smallCaps w:val="0"/>
                <w:szCs w:val="24"/>
              </w:rPr>
              <w:t xml:space="preserve">na bieżąco </w:t>
            </w:r>
            <w:r w:rsidR="00F83C16">
              <w:rPr>
                <w:rFonts w:ascii="Corbel" w:hAnsi="Corbel"/>
                <w:b w:val="0"/>
                <w:smallCaps w:val="0"/>
                <w:szCs w:val="24"/>
              </w:rPr>
              <w:t xml:space="preserve">na podstawie aktywności na zajęciach, jak zadawanie pytań i problemów, formułowanie </w:t>
            </w:r>
            <w:r w:rsidRPr="00FC2C36">
              <w:rPr>
                <w:rFonts w:ascii="Corbel" w:hAnsi="Corbel"/>
                <w:b w:val="0"/>
                <w:smallCaps w:val="0"/>
                <w:szCs w:val="24"/>
              </w:rPr>
              <w:t>wątpliwości</w:t>
            </w:r>
            <w:r w:rsidR="00F83C16">
              <w:rPr>
                <w:rFonts w:ascii="Corbel" w:hAnsi="Corbel"/>
                <w:b w:val="0"/>
                <w:smallCaps w:val="0"/>
                <w:szCs w:val="24"/>
              </w:rPr>
              <w:t>, udział w dyskusji. Warunkiem zaliczenia jest przygotowanie case study na wybrany temat, zgodnie z treścią programową konwersatorium.</w:t>
            </w:r>
          </w:p>
          <w:p w14:paraId="2C4A11CB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61640F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C758D7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A7F56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0402A5C6" w14:textId="77777777" w:rsidTr="003E1941">
        <w:tc>
          <w:tcPr>
            <w:tcW w:w="4962" w:type="dxa"/>
            <w:vAlign w:val="center"/>
          </w:tcPr>
          <w:p w14:paraId="267EBE0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74CAFD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6AD4F68E" w14:textId="77777777" w:rsidTr="00923D7D">
        <w:tc>
          <w:tcPr>
            <w:tcW w:w="4962" w:type="dxa"/>
          </w:tcPr>
          <w:p w14:paraId="749E4829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74345AD" w14:textId="653E54EF" w:rsidR="0085747A" w:rsidRPr="00B169DF" w:rsidRDefault="00ED6E6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654D8B81" w14:textId="77777777" w:rsidTr="00923D7D">
        <w:tc>
          <w:tcPr>
            <w:tcW w:w="4962" w:type="dxa"/>
          </w:tcPr>
          <w:p w14:paraId="07039768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FD420F6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014F56" w14:textId="0EE0AF6D" w:rsidR="00C61DC5" w:rsidRPr="00B169DF" w:rsidRDefault="005B506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14:paraId="7F057C18" w14:textId="77777777" w:rsidTr="00923D7D">
        <w:tc>
          <w:tcPr>
            <w:tcW w:w="4962" w:type="dxa"/>
          </w:tcPr>
          <w:p w14:paraId="6AEDB80A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CBA523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51A8E21" w14:textId="77777777" w:rsidR="00C61DC5" w:rsidRDefault="005B506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14:paraId="51CB66D4" w14:textId="77777777" w:rsidR="005B5065" w:rsidRDefault="005B506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2F0E81D" w14:textId="03C33764" w:rsidR="005B5065" w:rsidRPr="00B169DF" w:rsidRDefault="005B506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B169DF" w14:paraId="41E1B402" w14:textId="77777777" w:rsidTr="00923D7D">
        <w:tc>
          <w:tcPr>
            <w:tcW w:w="4962" w:type="dxa"/>
          </w:tcPr>
          <w:p w14:paraId="1076A393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26E05CF" w14:textId="2E290A1C" w:rsidR="0085747A" w:rsidRPr="00B169DF" w:rsidRDefault="005B506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85</w:t>
            </w:r>
          </w:p>
        </w:tc>
      </w:tr>
      <w:tr w:rsidR="0085747A" w:rsidRPr="00B169DF" w14:paraId="3028168B" w14:textId="77777777" w:rsidTr="00923D7D">
        <w:tc>
          <w:tcPr>
            <w:tcW w:w="4962" w:type="dxa"/>
          </w:tcPr>
          <w:p w14:paraId="0AC39A74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0912EF" w14:textId="75572CD2" w:rsidR="0085747A" w:rsidRPr="00B169DF" w:rsidRDefault="00ED6E6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CF5A36C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8B204E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63216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10058127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5DF6A43" w14:textId="77777777" w:rsidTr="0071620A">
        <w:trPr>
          <w:trHeight w:val="397"/>
        </w:trPr>
        <w:tc>
          <w:tcPr>
            <w:tcW w:w="3544" w:type="dxa"/>
          </w:tcPr>
          <w:p w14:paraId="3E387E0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8468EC2" w14:textId="234D2F7D" w:rsidR="0085747A" w:rsidRPr="00B169DF" w:rsidRDefault="00ED6E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169DF" w14:paraId="036C7E19" w14:textId="77777777" w:rsidTr="0071620A">
        <w:trPr>
          <w:trHeight w:val="397"/>
        </w:trPr>
        <w:tc>
          <w:tcPr>
            <w:tcW w:w="3544" w:type="dxa"/>
          </w:tcPr>
          <w:p w14:paraId="46FC789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EABE491" w14:textId="6323A001" w:rsidR="0085747A" w:rsidRPr="00B169DF" w:rsidRDefault="00ED6E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42E3C60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F3107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2398A0A7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14835628" w14:textId="77777777" w:rsidTr="0071620A">
        <w:trPr>
          <w:trHeight w:val="397"/>
        </w:trPr>
        <w:tc>
          <w:tcPr>
            <w:tcW w:w="7513" w:type="dxa"/>
          </w:tcPr>
          <w:p w14:paraId="3157E89B" w14:textId="184B375F" w:rsidR="00DE3FBD" w:rsidRPr="000C392E" w:rsidRDefault="0085747A" w:rsidP="00DE3FB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C392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</w:tc>
      </w:tr>
      <w:tr w:rsidR="00DE3FBD" w:rsidRPr="00B169DF" w14:paraId="53AFCB7D" w14:textId="77777777" w:rsidTr="0071620A">
        <w:trPr>
          <w:trHeight w:val="397"/>
        </w:trPr>
        <w:tc>
          <w:tcPr>
            <w:tcW w:w="7513" w:type="dxa"/>
          </w:tcPr>
          <w:p w14:paraId="1A3A8FEA" w14:textId="2BB6A100" w:rsidR="00DE3FBD" w:rsidRPr="00B169DF" w:rsidRDefault="00DE3F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3F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Rozwój przedsiębiorczości korporacyjnej : perspektywa indywidualna i organizacyjna / Teresa Piecuch. - Rzeszów : Oficyna Wydawnicza Politechniki Rzeszowskiej, 2018.</w:t>
            </w:r>
          </w:p>
        </w:tc>
      </w:tr>
      <w:tr w:rsidR="0085747A" w:rsidRPr="00B169DF" w14:paraId="7458DD74" w14:textId="77777777" w:rsidTr="0071620A">
        <w:trPr>
          <w:trHeight w:val="397"/>
        </w:trPr>
        <w:tc>
          <w:tcPr>
            <w:tcW w:w="7513" w:type="dxa"/>
          </w:tcPr>
          <w:p w14:paraId="0D8CF9D3" w14:textId="6108EC28" w:rsidR="0085747A" w:rsidRPr="00DE3FBD" w:rsidRDefault="00DE3FBD" w:rsidP="00DE3F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3F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Przedsiębiorczość : podstawy teoretyczne / Teresa Piecuch. - Wyd. 2.  - Warszawa : Wydawnictwo C. H. Beck, 2013.</w:t>
            </w:r>
          </w:p>
        </w:tc>
      </w:tr>
      <w:tr w:rsidR="00DE3FBD" w:rsidRPr="00B169DF" w14:paraId="697F50A3" w14:textId="77777777" w:rsidTr="0071620A">
        <w:trPr>
          <w:trHeight w:val="397"/>
        </w:trPr>
        <w:tc>
          <w:tcPr>
            <w:tcW w:w="7513" w:type="dxa"/>
          </w:tcPr>
          <w:p w14:paraId="19FBBC9B" w14:textId="145E7C2D" w:rsidR="00DE3FBD" w:rsidRPr="00DE3FBD" w:rsidRDefault="00DE3FBD" w:rsidP="00DE3F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3F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Współpraca zawodowa w środowisku wielokulturowym / red. nauk. Małgorzata Rozkwitalska, Łukasz Sułkowski. - Warszawa : Wolters Kluwer, 2016.</w:t>
            </w:r>
          </w:p>
        </w:tc>
      </w:tr>
      <w:tr w:rsidR="00DE3FBD" w:rsidRPr="00B169DF" w14:paraId="6E05885B" w14:textId="77777777" w:rsidTr="0071620A">
        <w:trPr>
          <w:trHeight w:val="397"/>
        </w:trPr>
        <w:tc>
          <w:tcPr>
            <w:tcW w:w="7513" w:type="dxa"/>
          </w:tcPr>
          <w:p w14:paraId="3604B7A2" w14:textId="5CD86EE6" w:rsidR="00DE3FBD" w:rsidRPr="00DE3FBD" w:rsidRDefault="00DE3FBD" w:rsidP="00DE3F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3F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Uczenie się pracowników a kontekst mono- i wielokulturowy organizacji : perspektywa pozytywna w zarządzaniu / Małgorzata Rozkwitalska. - Warszawa : Wydawnictwo Naukowe PWN, cop. 2018.</w:t>
            </w:r>
          </w:p>
        </w:tc>
      </w:tr>
      <w:tr w:rsidR="00DE3FBD" w:rsidRPr="00B169DF" w14:paraId="3DE38772" w14:textId="77777777" w:rsidTr="0071620A">
        <w:trPr>
          <w:trHeight w:val="397"/>
        </w:trPr>
        <w:tc>
          <w:tcPr>
            <w:tcW w:w="7513" w:type="dxa"/>
          </w:tcPr>
          <w:p w14:paraId="07575EFB" w14:textId="2BCDE335" w:rsidR="00DE3FBD" w:rsidRPr="00DE3FBD" w:rsidRDefault="00DE3FBD" w:rsidP="00DE3F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3F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Kultura przedsiębiorczości / pod red. Brigitte Berger ; przeł. [z ang.] Kazimierz W. Frieske. - Warszawa : Oficyna Literatów "Rój", 1994.</w:t>
            </w:r>
          </w:p>
        </w:tc>
      </w:tr>
      <w:tr w:rsidR="00DE3FBD" w:rsidRPr="00B169DF" w14:paraId="45ECA1A8" w14:textId="77777777" w:rsidTr="0071620A">
        <w:trPr>
          <w:trHeight w:val="397"/>
        </w:trPr>
        <w:tc>
          <w:tcPr>
            <w:tcW w:w="7513" w:type="dxa"/>
          </w:tcPr>
          <w:p w14:paraId="4618F144" w14:textId="6503898C" w:rsidR="00DE3FBD" w:rsidRPr="00DE3FBD" w:rsidRDefault="00DE3FBD" w:rsidP="00DE3F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3F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Podstawy badań jakościowych / Beata Glinka, Wojciech Czakon. - Warszawa : Polskie Wydawnictwo Ekonomiczne, copyright 2021.</w:t>
            </w:r>
          </w:p>
        </w:tc>
      </w:tr>
      <w:tr w:rsidR="00DE3FBD" w:rsidRPr="00B169DF" w14:paraId="6A7C4FC7" w14:textId="77777777" w:rsidTr="0071620A">
        <w:trPr>
          <w:trHeight w:val="397"/>
        </w:trPr>
        <w:tc>
          <w:tcPr>
            <w:tcW w:w="7513" w:type="dxa"/>
          </w:tcPr>
          <w:p w14:paraId="7C4B294C" w14:textId="364B5ACC" w:rsidR="00DE3FBD" w:rsidRPr="00DE3FBD" w:rsidRDefault="00DE3FBD" w:rsidP="00DE3F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3F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Zarządzanie międzykulturowe / pod red. Beaty Glinki i Adama W. Jelonka. - Kraków : Wydaw. Uniwersytetu Jagiellońskiego, cop. 2010.</w:t>
            </w:r>
          </w:p>
        </w:tc>
      </w:tr>
      <w:tr w:rsidR="00D7599B" w:rsidRPr="00B169DF" w14:paraId="27167575" w14:textId="77777777" w:rsidTr="0071620A">
        <w:trPr>
          <w:trHeight w:val="397"/>
        </w:trPr>
        <w:tc>
          <w:tcPr>
            <w:tcW w:w="7513" w:type="dxa"/>
          </w:tcPr>
          <w:p w14:paraId="1433ECF7" w14:textId="773F49B7" w:rsidR="00D7599B" w:rsidRPr="00DE3FBD" w:rsidRDefault="00D7599B" w:rsidP="00DE3F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759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Orientacja przedsiębiorcza pracowników / Jarosław Karpacz. - Wydanie I.  - Warszawa : Szkoła Główna Handlowa, 2019.</w:t>
            </w:r>
          </w:p>
        </w:tc>
      </w:tr>
      <w:tr w:rsidR="00554AD5" w:rsidRPr="00B169DF" w14:paraId="3AC1DAD0" w14:textId="77777777" w:rsidTr="0071620A">
        <w:trPr>
          <w:trHeight w:val="397"/>
        </w:trPr>
        <w:tc>
          <w:tcPr>
            <w:tcW w:w="7513" w:type="dxa"/>
          </w:tcPr>
          <w:p w14:paraId="1921A4F4" w14:textId="6C432B7C" w:rsidR="00554AD5" w:rsidRDefault="00554AD5" w:rsidP="00D759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4A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Kontekst i instrumenty współczesnego zarządzania zasobami ludzkimi / redakcja naukowa Małgorzata Tyrańska. - Wydanie I.  - Warszawa : CeDeWu, 2024.</w:t>
            </w:r>
          </w:p>
        </w:tc>
      </w:tr>
      <w:tr w:rsidR="00DE3FBD" w:rsidRPr="00B169DF" w14:paraId="0053A631" w14:textId="77777777" w:rsidTr="0071620A">
        <w:trPr>
          <w:trHeight w:val="397"/>
        </w:trPr>
        <w:tc>
          <w:tcPr>
            <w:tcW w:w="7513" w:type="dxa"/>
          </w:tcPr>
          <w:p w14:paraId="493E9129" w14:textId="7276299A" w:rsidR="00DE3FBD" w:rsidRPr="000C392E" w:rsidRDefault="00DE3FBD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C392E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</w:tc>
      </w:tr>
      <w:tr w:rsidR="00D7599B" w:rsidRPr="00B169DF" w14:paraId="197E1F09" w14:textId="77777777" w:rsidTr="0071620A">
        <w:trPr>
          <w:trHeight w:val="397"/>
        </w:trPr>
        <w:tc>
          <w:tcPr>
            <w:tcW w:w="7513" w:type="dxa"/>
          </w:tcPr>
          <w:p w14:paraId="15F956A8" w14:textId="63D5ECD7" w:rsidR="00D7599B" w:rsidRPr="00B169DF" w:rsidRDefault="00D759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99B">
              <w:rPr>
                <w:rFonts w:ascii="Corbel" w:hAnsi="Corbel"/>
                <w:b w:val="0"/>
                <w:smallCaps w:val="0"/>
                <w:szCs w:val="24"/>
              </w:rPr>
              <w:t>Studia kulturowe / redakcja Leszek Korporowicz, Agnieszka Knap-Stefaniuk, Łukasz Burkiewicz. - Kraków : Wydawnictwo Naukowe Akademii Ignatianum w Krakowie, 2022.</w:t>
            </w:r>
          </w:p>
        </w:tc>
      </w:tr>
      <w:tr w:rsidR="00D7599B" w:rsidRPr="00B169DF" w14:paraId="40902C1C" w14:textId="77777777" w:rsidTr="0071620A">
        <w:trPr>
          <w:trHeight w:val="397"/>
        </w:trPr>
        <w:tc>
          <w:tcPr>
            <w:tcW w:w="7513" w:type="dxa"/>
          </w:tcPr>
          <w:p w14:paraId="533F5AEE" w14:textId="44467FA4" w:rsidR="00D7599B" w:rsidRPr="00D7599B" w:rsidRDefault="00D7599B" w:rsidP="00D7599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99B">
              <w:rPr>
                <w:rFonts w:ascii="Corbel" w:hAnsi="Corbel"/>
                <w:b w:val="0"/>
                <w:smallCaps w:val="0"/>
                <w:szCs w:val="24"/>
              </w:rPr>
              <w:t>Sensotwórczość : jak zarządzać pracownikami wiedzy we współczesnych organizacjach / Joanna Heidtman, Piotr Piasecki. - Wydanie drugie w nowej szacie graficznej.  - Warszawa : MT Biznes, 2022.</w:t>
            </w:r>
          </w:p>
        </w:tc>
      </w:tr>
      <w:tr w:rsidR="00554AD5" w:rsidRPr="00B169DF" w14:paraId="51998E9B" w14:textId="77777777" w:rsidTr="0071620A">
        <w:trPr>
          <w:trHeight w:val="397"/>
        </w:trPr>
        <w:tc>
          <w:tcPr>
            <w:tcW w:w="7513" w:type="dxa"/>
          </w:tcPr>
          <w:p w14:paraId="77429D4D" w14:textId="300B08B9" w:rsidR="00554AD5" w:rsidRDefault="00554AD5" w:rsidP="00D7599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4AD5">
              <w:rPr>
                <w:rFonts w:ascii="Corbel" w:hAnsi="Corbel"/>
                <w:b w:val="0"/>
                <w:smallCaps w:val="0"/>
                <w:szCs w:val="24"/>
              </w:rPr>
              <w:t>Kultury i organizacje : zaprogramowanie umysłu / Geert Hofstede, Gert Jan Hofstede, Michael Minkov ; przekł. [z ang.] Małgorzata Durska. - Wyd. 3. zm.  - Warszawa : Polskie Wydawnictwo Ekonomiczne, 2011.</w:t>
            </w:r>
          </w:p>
        </w:tc>
      </w:tr>
      <w:tr w:rsidR="00554AD5" w:rsidRPr="00B169DF" w14:paraId="25F7705C" w14:textId="77777777" w:rsidTr="0071620A">
        <w:trPr>
          <w:trHeight w:val="397"/>
        </w:trPr>
        <w:tc>
          <w:tcPr>
            <w:tcW w:w="7513" w:type="dxa"/>
          </w:tcPr>
          <w:p w14:paraId="53DED0A7" w14:textId="4557D35A" w:rsidR="00554AD5" w:rsidRPr="00554AD5" w:rsidRDefault="00554AD5" w:rsidP="00D7599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4AD5">
              <w:rPr>
                <w:rFonts w:ascii="Corbel" w:hAnsi="Corbel"/>
                <w:b w:val="0"/>
                <w:smallCaps w:val="0"/>
                <w:szCs w:val="24"/>
              </w:rPr>
              <w:t>Kulturowa zmienność systemów zarządzania / red. nauk. Łukasz Sułkowski, Mariusz Bednarek, Aneta Parkes. - Warszawa : Difin, 2016.</w:t>
            </w:r>
          </w:p>
        </w:tc>
      </w:tr>
    </w:tbl>
    <w:p w14:paraId="1034A820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228633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8343AA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395318" w14:textId="77777777" w:rsidR="00BD7EB3" w:rsidRDefault="00BD7EB3" w:rsidP="00C16ABF">
      <w:pPr>
        <w:spacing w:after="0" w:line="240" w:lineRule="auto"/>
      </w:pPr>
      <w:r>
        <w:separator/>
      </w:r>
    </w:p>
  </w:endnote>
  <w:endnote w:type="continuationSeparator" w:id="0">
    <w:p w14:paraId="0A6F99BA" w14:textId="77777777" w:rsidR="00BD7EB3" w:rsidRDefault="00BD7EB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2D737A" w14:textId="77777777" w:rsidR="00BD7EB3" w:rsidRDefault="00BD7EB3" w:rsidP="00C16ABF">
      <w:pPr>
        <w:spacing w:after="0" w:line="240" w:lineRule="auto"/>
      </w:pPr>
      <w:r>
        <w:separator/>
      </w:r>
    </w:p>
  </w:footnote>
  <w:footnote w:type="continuationSeparator" w:id="0">
    <w:p w14:paraId="07A7F1AB" w14:textId="77777777" w:rsidR="00BD7EB3" w:rsidRDefault="00BD7EB3" w:rsidP="00C16ABF">
      <w:pPr>
        <w:spacing w:after="0" w:line="240" w:lineRule="auto"/>
      </w:pPr>
      <w:r>
        <w:continuationSeparator/>
      </w:r>
    </w:p>
  </w:footnote>
  <w:footnote w:id="1">
    <w:p w14:paraId="6E5D6CD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91B6B81"/>
    <w:multiLevelType w:val="hybridMultilevel"/>
    <w:tmpl w:val="DE7E22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26653258">
    <w:abstractNumId w:val="0"/>
  </w:num>
  <w:num w:numId="2" w16cid:durableId="3928514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92E"/>
    <w:rsid w:val="000D04B0"/>
    <w:rsid w:val="000F1C57"/>
    <w:rsid w:val="000F5615"/>
    <w:rsid w:val="00103A26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B4367"/>
    <w:rsid w:val="001D657B"/>
    <w:rsid w:val="001D7B54"/>
    <w:rsid w:val="001E0209"/>
    <w:rsid w:val="001F2CA2"/>
    <w:rsid w:val="002144C0"/>
    <w:rsid w:val="0022477D"/>
    <w:rsid w:val="002278A9"/>
    <w:rsid w:val="002336F9"/>
    <w:rsid w:val="0023741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409E"/>
    <w:rsid w:val="003C0BAE"/>
    <w:rsid w:val="003D18A9"/>
    <w:rsid w:val="003D6CE2"/>
    <w:rsid w:val="003E1941"/>
    <w:rsid w:val="003E2FE6"/>
    <w:rsid w:val="003E42DB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7A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C596B"/>
    <w:rsid w:val="004D31C0"/>
    <w:rsid w:val="004D5282"/>
    <w:rsid w:val="004F1551"/>
    <w:rsid w:val="004F155B"/>
    <w:rsid w:val="004F55A3"/>
    <w:rsid w:val="0050496F"/>
    <w:rsid w:val="00511744"/>
    <w:rsid w:val="00513B6F"/>
    <w:rsid w:val="00517C63"/>
    <w:rsid w:val="005363C4"/>
    <w:rsid w:val="00536BDE"/>
    <w:rsid w:val="00543ACC"/>
    <w:rsid w:val="00554AD5"/>
    <w:rsid w:val="0056696D"/>
    <w:rsid w:val="00583062"/>
    <w:rsid w:val="00593C05"/>
    <w:rsid w:val="0059484D"/>
    <w:rsid w:val="005A0855"/>
    <w:rsid w:val="005A3196"/>
    <w:rsid w:val="005B5065"/>
    <w:rsid w:val="005C080F"/>
    <w:rsid w:val="005C55E5"/>
    <w:rsid w:val="005C696A"/>
    <w:rsid w:val="005E6E85"/>
    <w:rsid w:val="005F31D2"/>
    <w:rsid w:val="005F76A3"/>
    <w:rsid w:val="0061029B"/>
    <w:rsid w:val="00617230"/>
    <w:rsid w:val="00620C4B"/>
    <w:rsid w:val="00621CE1"/>
    <w:rsid w:val="00627FC9"/>
    <w:rsid w:val="0063074D"/>
    <w:rsid w:val="00647FA8"/>
    <w:rsid w:val="00650C5F"/>
    <w:rsid w:val="00654934"/>
    <w:rsid w:val="006620D9"/>
    <w:rsid w:val="00671958"/>
    <w:rsid w:val="00675843"/>
    <w:rsid w:val="00696477"/>
    <w:rsid w:val="006B0925"/>
    <w:rsid w:val="006D050F"/>
    <w:rsid w:val="006D604E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1F4F"/>
    <w:rsid w:val="007C3299"/>
    <w:rsid w:val="007C3BCC"/>
    <w:rsid w:val="007C4546"/>
    <w:rsid w:val="007D31AB"/>
    <w:rsid w:val="007D6E56"/>
    <w:rsid w:val="007F36BD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01E4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5A54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2612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7AE"/>
    <w:rsid w:val="00BB520A"/>
    <w:rsid w:val="00BD25A8"/>
    <w:rsid w:val="00BD3869"/>
    <w:rsid w:val="00BD66E9"/>
    <w:rsid w:val="00BD6FF4"/>
    <w:rsid w:val="00BD7EB3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804"/>
    <w:rsid w:val="00C61DC5"/>
    <w:rsid w:val="00C67E92"/>
    <w:rsid w:val="00C70A26"/>
    <w:rsid w:val="00C766DF"/>
    <w:rsid w:val="00C94B98"/>
    <w:rsid w:val="00CA2B96"/>
    <w:rsid w:val="00CA5089"/>
    <w:rsid w:val="00CA7426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563A1"/>
    <w:rsid w:val="00D608D1"/>
    <w:rsid w:val="00D74119"/>
    <w:rsid w:val="00D7599B"/>
    <w:rsid w:val="00D8075B"/>
    <w:rsid w:val="00D8678B"/>
    <w:rsid w:val="00DA2114"/>
    <w:rsid w:val="00DE09C0"/>
    <w:rsid w:val="00DE3FBD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75F0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6E6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83C16"/>
    <w:rsid w:val="00F974DA"/>
    <w:rsid w:val="00FA46E5"/>
    <w:rsid w:val="00FB7DBA"/>
    <w:rsid w:val="00FC1C25"/>
    <w:rsid w:val="00FC2C36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2D718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370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937F2-F8C0-4286-99B0-645C2FC9B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4</TotalTime>
  <Pages>5</Pages>
  <Words>1321</Words>
  <Characters>7931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8</cp:revision>
  <cp:lastPrinted>2019-02-06T12:12:00Z</cp:lastPrinted>
  <dcterms:created xsi:type="dcterms:W3CDTF">2024-10-06T09:38:00Z</dcterms:created>
  <dcterms:modified xsi:type="dcterms:W3CDTF">2025-06-30T09:33:00Z</dcterms:modified>
</cp:coreProperties>
</file>